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5C75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E466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DEB9EC" w14:textId="3508ABB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5935" w:rsidRPr="008D5935">
        <w:rPr>
          <w:rFonts w:ascii="Corbel" w:hAnsi="Corbel"/>
          <w:i/>
          <w:smallCaps/>
          <w:sz w:val="24"/>
          <w:szCs w:val="24"/>
        </w:rPr>
        <w:t>2022/2023</w:t>
      </w:r>
      <w:r w:rsidR="00E67544">
        <w:rPr>
          <w:rFonts w:ascii="Corbel" w:hAnsi="Corbel"/>
          <w:i/>
          <w:smallCaps/>
          <w:sz w:val="24"/>
          <w:szCs w:val="24"/>
        </w:rPr>
        <w:t xml:space="preserve"> – 2023/2024</w:t>
      </w:r>
    </w:p>
    <w:p w14:paraId="2B8F86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C16692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5935" w:rsidRPr="008D5935">
        <w:rPr>
          <w:rFonts w:ascii="Corbel" w:hAnsi="Corbel"/>
          <w:sz w:val="20"/>
          <w:szCs w:val="20"/>
        </w:rPr>
        <w:t>2022/2023</w:t>
      </w:r>
    </w:p>
    <w:p w14:paraId="42CDD5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9721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1608A06" w14:textId="77777777" w:rsidTr="00B819C8">
        <w:tc>
          <w:tcPr>
            <w:tcW w:w="2694" w:type="dxa"/>
            <w:vAlign w:val="center"/>
          </w:tcPr>
          <w:p w14:paraId="59E571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3B20A7" w14:textId="77777777" w:rsidR="0085747A" w:rsidRPr="00DA2FE3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FE3">
              <w:rPr>
                <w:rFonts w:ascii="Corbel" w:hAnsi="Corbel"/>
                <w:b w:val="0"/>
                <w:sz w:val="24"/>
                <w:szCs w:val="24"/>
              </w:rPr>
              <w:t>Systemy samorządu terytorialnego w Europie</w:t>
            </w:r>
          </w:p>
        </w:tc>
      </w:tr>
      <w:tr w:rsidR="0085747A" w:rsidRPr="009C54AE" w14:paraId="277717E4" w14:textId="77777777" w:rsidTr="00B819C8">
        <w:tc>
          <w:tcPr>
            <w:tcW w:w="2694" w:type="dxa"/>
            <w:vAlign w:val="center"/>
          </w:tcPr>
          <w:p w14:paraId="2F9BDC7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65F510" w14:textId="77777777" w:rsidR="0085747A" w:rsidRPr="00DA2FE3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A2FE3">
              <w:rPr>
                <w:rFonts w:ascii="Corbel" w:hAnsi="Corbel" w:cstheme="minorHAnsi"/>
                <w:b w:val="0"/>
                <w:sz w:val="24"/>
                <w:szCs w:val="24"/>
              </w:rPr>
              <w:t>A2SO20</w:t>
            </w:r>
          </w:p>
        </w:tc>
      </w:tr>
      <w:tr w:rsidR="0085747A" w:rsidRPr="009C54AE" w14:paraId="617E888E" w14:textId="77777777" w:rsidTr="00B819C8">
        <w:tc>
          <w:tcPr>
            <w:tcW w:w="2694" w:type="dxa"/>
            <w:vAlign w:val="center"/>
          </w:tcPr>
          <w:p w14:paraId="1EDC5EB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29967A" w14:textId="187BE3BE" w:rsidR="0085747A" w:rsidRPr="00DA2FE3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FE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E67544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9C54AE" w14:paraId="09AAB488" w14:textId="77777777" w:rsidTr="00B819C8">
        <w:tc>
          <w:tcPr>
            <w:tcW w:w="2694" w:type="dxa"/>
            <w:vAlign w:val="center"/>
          </w:tcPr>
          <w:p w14:paraId="4E499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714681" w14:textId="0C79C4DA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Zakład Prawa i Postępowania Administracyjnego</w:t>
            </w:r>
          </w:p>
        </w:tc>
      </w:tr>
      <w:tr w:rsidR="0085747A" w:rsidRPr="009C54AE" w14:paraId="705CF57C" w14:textId="77777777" w:rsidTr="00B819C8">
        <w:tc>
          <w:tcPr>
            <w:tcW w:w="2694" w:type="dxa"/>
            <w:vAlign w:val="center"/>
          </w:tcPr>
          <w:p w14:paraId="74DC8E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40E34E" w14:textId="77777777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42854997" w14:textId="77777777" w:rsidTr="00B819C8">
        <w:tc>
          <w:tcPr>
            <w:tcW w:w="2694" w:type="dxa"/>
            <w:vAlign w:val="center"/>
          </w:tcPr>
          <w:p w14:paraId="3942813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32B6A" w14:textId="77777777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3ADA4C49" w14:textId="77777777" w:rsidTr="00B819C8">
        <w:tc>
          <w:tcPr>
            <w:tcW w:w="2694" w:type="dxa"/>
            <w:vAlign w:val="center"/>
          </w:tcPr>
          <w:p w14:paraId="0E64F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30F2AA" w14:textId="77777777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1B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4185F54" w14:textId="77777777" w:rsidTr="00B819C8">
        <w:tc>
          <w:tcPr>
            <w:tcW w:w="2694" w:type="dxa"/>
            <w:vAlign w:val="center"/>
          </w:tcPr>
          <w:p w14:paraId="63AD4E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8F194" w14:textId="77777777" w:rsidR="0085747A" w:rsidRPr="009C54AE" w:rsidRDefault="00941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11BEE" w:rsidRPr="00A11BE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5925A54" w14:textId="77777777" w:rsidTr="00B819C8">
        <w:tc>
          <w:tcPr>
            <w:tcW w:w="2694" w:type="dxa"/>
            <w:vAlign w:val="center"/>
          </w:tcPr>
          <w:p w14:paraId="660E0B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EC9163" w14:textId="77777777" w:rsidR="0085747A" w:rsidRPr="009C54AE" w:rsidRDefault="00786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/ semestr 2</w:t>
            </w:r>
          </w:p>
        </w:tc>
      </w:tr>
      <w:tr w:rsidR="0085747A" w:rsidRPr="009C54AE" w14:paraId="637DA4EE" w14:textId="77777777" w:rsidTr="00B819C8">
        <w:tc>
          <w:tcPr>
            <w:tcW w:w="2694" w:type="dxa"/>
            <w:vAlign w:val="center"/>
          </w:tcPr>
          <w:p w14:paraId="3AA040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E1DA3A" w14:textId="77777777" w:rsidR="0085747A" w:rsidRPr="009C54AE" w:rsidRDefault="00786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3DEB345" w14:textId="77777777" w:rsidTr="00B819C8">
        <w:tc>
          <w:tcPr>
            <w:tcW w:w="2694" w:type="dxa"/>
            <w:vAlign w:val="center"/>
          </w:tcPr>
          <w:p w14:paraId="662D31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D887CD" w14:textId="77777777" w:rsidR="00923D7D" w:rsidRPr="009C54AE" w:rsidRDefault="00786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5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0115" w:rsidRPr="009C54AE" w14:paraId="03B49994" w14:textId="77777777" w:rsidTr="00B819C8">
        <w:tc>
          <w:tcPr>
            <w:tcW w:w="2694" w:type="dxa"/>
            <w:vAlign w:val="center"/>
          </w:tcPr>
          <w:p w14:paraId="119011D8" w14:textId="77777777" w:rsidR="00F10115" w:rsidRPr="009C54AE" w:rsidRDefault="00F10115" w:rsidP="00F10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952A6" w14:textId="44494EF1" w:rsidR="00F10115" w:rsidRPr="009C54AE" w:rsidRDefault="005833E4" w:rsidP="00F101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33E4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 w:rsidRPr="005833E4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5833E4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F10115" w:rsidRPr="009C54AE" w14:paraId="45B15250" w14:textId="77777777" w:rsidTr="00B819C8">
        <w:tc>
          <w:tcPr>
            <w:tcW w:w="2694" w:type="dxa"/>
            <w:vAlign w:val="center"/>
          </w:tcPr>
          <w:p w14:paraId="42746C20" w14:textId="77777777" w:rsidR="00F10115" w:rsidRPr="009C54AE" w:rsidRDefault="00F10115" w:rsidP="00F10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64EBA8" w14:textId="61738A83" w:rsidR="00F10115" w:rsidRPr="009C54AE" w:rsidRDefault="005833E4" w:rsidP="00F101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33E4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  <w:r w:rsidRPr="005833E4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5833E4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3EAFAF7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4EA36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39AC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899F8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E886B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B1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E4AC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5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8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4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A1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18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F1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29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A2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2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9B18D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EB07" w14:textId="0EACE2F6" w:rsidR="00015B8F" w:rsidRPr="009C54AE" w:rsidRDefault="00F10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33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50EC" w14:textId="6769169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58BB" w14:textId="459455EE" w:rsidR="00015B8F" w:rsidRPr="009C54AE" w:rsidRDefault="00583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E6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FF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37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8A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05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58F8" w14:textId="77777777" w:rsidR="00015B8F" w:rsidRPr="004C08B2" w:rsidRDefault="004C08B2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4C08B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6155F9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00785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14CD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20C21F" w14:textId="30ECED65" w:rsidR="0085747A" w:rsidRPr="005833E4" w:rsidRDefault="005833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833E4">
        <w:rPr>
          <w:rFonts w:ascii="Arial" w:eastAsia="MS Gothic" w:hAnsi="Arial" w:cs="Arial"/>
          <w:b w:val="0"/>
          <w:smallCaps w:val="0"/>
          <w:sz w:val="22"/>
          <w:u w:val="single"/>
        </w:rPr>
        <w:t>□</w:t>
      </w:r>
      <w:r w:rsidR="0085747A" w:rsidRPr="005833E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EC4010A" w14:textId="4214E6B4" w:rsidR="0085747A" w:rsidRPr="009C54AE" w:rsidRDefault="005833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mallCaps w:val="0"/>
          <w:sz w:val="22"/>
        </w:rPr>
        <w:t>□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68DE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292CB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A49EA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682FE9" w14:textId="77777777" w:rsidR="00AE3D35" w:rsidRPr="005A44BB" w:rsidRDefault="00AE3D35" w:rsidP="00AE3D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5A44BB">
        <w:rPr>
          <w:rFonts w:ascii="Corbel" w:hAnsi="Corbel"/>
          <w:b w:val="0"/>
          <w:smallCaps w:val="0"/>
          <w:szCs w:val="24"/>
        </w:rPr>
        <w:t>Zaliczenie z oceną w formie pisemnej lub ustnej.</w:t>
      </w:r>
    </w:p>
    <w:p w14:paraId="2602DF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339B3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FECB35D" w14:textId="77777777" w:rsidTr="00745302">
        <w:tc>
          <w:tcPr>
            <w:tcW w:w="9670" w:type="dxa"/>
          </w:tcPr>
          <w:p w14:paraId="71D55361" w14:textId="77777777" w:rsidR="0085747A" w:rsidRPr="009C54AE" w:rsidRDefault="005A44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prawa administracyjnego.</w:t>
            </w:r>
          </w:p>
        </w:tc>
      </w:tr>
    </w:tbl>
    <w:p w14:paraId="56A9CB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D6413" w14:textId="77777777" w:rsidR="007F0085" w:rsidRDefault="007F008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501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4741B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229B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F6DF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D159C5" w14:textId="77777777" w:rsidTr="00923D7D">
        <w:tc>
          <w:tcPr>
            <w:tcW w:w="851" w:type="dxa"/>
            <w:vAlign w:val="center"/>
          </w:tcPr>
          <w:p w14:paraId="39DA5E2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5A2F32" w14:textId="77777777" w:rsidR="0085747A" w:rsidRPr="009C54AE" w:rsidRDefault="00AE3D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3D35">
              <w:rPr>
                <w:rFonts w:ascii="Corbel" w:hAnsi="Corbel"/>
                <w:b w:val="0"/>
                <w:sz w:val="24"/>
                <w:szCs w:val="24"/>
              </w:rPr>
              <w:t>Zdobycie i usystematyzowanie szczegółowej wiedzy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systemów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samorządu terytorialnego w Europie</w:t>
            </w:r>
            <w:r w:rsidR="004C08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16DB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BD2ACF" w14:textId="77777777" w:rsidR="001F1741" w:rsidRDefault="001F1741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C200C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47B72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E50B576" w14:textId="77777777" w:rsidTr="0071620A">
        <w:tc>
          <w:tcPr>
            <w:tcW w:w="1701" w:type="dxa"/>
            <w:vAlign w:val="center"/>
          </w:tcPr>
          <w:p w14:paraId="6EE50E5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63F8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2EBE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1F2C173" w14:textId="77777777" w:rsidTr="00EE74B9">
        <w:trPr>
          <w:trHeight w:val="347"/>
        </w:trPr>
        <w:tc>
          <w:tcPr>
            <w:tcW w:w="1701" w:type="dxa"/>
          </w:tcPr>
          <w:p w14:paraId="194E36FA" w14:textId="77777777" w:rsidR="0085747A" w:rsidRPr="00B20E22" w:rsidRDefault="00B20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E22"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20E22"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89FD6C1" w14:textId="77777777" w:rsidR="0085747A" w:rsidRPr="009C54AE" w:rsidRDefault="00EE74B9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samorządu terytorialnego ,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BE2C41">
              <w:rPr>
                <w:rFonts w:ascii="Corbel" w:hAnsi="Corbel"/>
                <w:b w:val="0"/>
                <w:smallCaps w:val="0"/>
                <w:szCs w:val="24"/>
              </w:rPr>
              <w:t xml:space="preserve"> genezę i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 istotę samorzą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 terytorialnego, ma wiedzę w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zakresie zadań realizowanych przez jednostki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amorządu terytorialnego.</w:t>
            </w:r>
          </w:p>
        </w:tc>
        <w:tc>
          <w:tcPr>
            <w:tcW w:w="1873" w:type="dxa"/>
          </w:tcPr>
          <w:p w14:paraId="56FEA452" w14:textId="77777777" w:rsidR="0085747A" w:rsidRPr="009C54AE" w:rsidRDefault="00BD08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82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C652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65227" w:rsidRPr="00C6522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3BEADC7" w14:textId="77777777" w:rsidTr="005E6E85">
        <w:tc>
          <w:tcPr>
            <w:tcW w:w="1701" w:type="dxa"/>
          </w:tcPr>
          <w:p w14:paraId="58F3FC38" w14:textId="77777777" w:rsidR="0085747A" w:rsidRPr="009C54AE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14:paraId="231FC6F7" w14:textId="77777777" w:rsidR="0085747A" w:rsidRPr="009C54AE" w:rsidRDefault="00EE74B9" w:rsidP="00C652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 wiedzę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przedm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iocie struktury organizacyjnej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powiązanych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 samorządem terytorialnym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otrafi omówić ustrój i zasady fun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kcjonowania jednostek samorządu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terytori</w:t>
            </w:r>
            <w:r w:rsidR="00C65227">
              <w:rPr>
                <w:rFonts w:ascii="Corbel" w:hAnsi="Corbel"/>
                <w:b w:val="0"/>
                <w:smallCaps w:val="0"/>
                <w:szCs w:val="24"/>
              </w:rPr>
              <w:t>alnego poszczególnych szczebli.</w:t>
            </w:r>
          </w:p>
        </w:tc>
        <w:tc>
          <w:tcPr>
            <w:tcW w:w="1873" w:type="dxa"/>
          </w:tcPr>
          <w:p w14:paraId="1520BB50" w14:textId="77777777" w:rsidR="0085747A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2C4EC79" w14:textId="77777777" w:rsidTr="005E6E85">
        <w:tc>
          <w:tcPr>
            <w:tcW w:w="1701" w:type="dxa"/>
          </w:tcPr>
          <w:p w14:paraId="651D6A3B" w14:textId="77777777" w:rsidR="0085747A" w:rsidRPr="009C54AE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4814974" w14:textId="77777777" w:rsidR="0085747A" w:rsidRPr="009C54AE" w:rsidRDefault="00964927" w:rsidP="00CE52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64927">
              <w:rPr>
                <w:rFonts w:ascii="Corbel" w:hAnsi="Corbel"/>
                <w:b w:val="0"/>
                <w:smallCaps w:val="0"/>
                <w:szCs w:val="24"/>
              </w:rPr>
              <w:t>na podstawowe zagadnienia dotyczące funkcjonowania samorządu terytorialnego w wybranych państwach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europejskich </w:t>
            </w:r>
            <w:r w:rsidR="00EE74B9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europejskie i międzynarodowe przepisy prawa odnoszące się do samorządu </w:t>
            </w:r>
            <w:r w:rsidR="00EE74B9">
              <w:rPr>
                <w:rFonts w:ascii="Corbel" w:hAnsi="Corbel"/>
                <w:b w:val="0"/>
                <w:smallCaps w:val="0"/>
                <w:szCs w:val="24"/>
              </w:rPr>
              <w:t xml:space="preserve"> t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>erytorialneg</w:t>
            </w:r>
            <w:r w:rsidR="00EE74B9"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5EEBAFD2" w14:textId="77777777" w:rsidR="0085747A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069B1" w:rsidRPr="009C54AE" w14:paraId="017617CE" w14:textId="77777777" w:rsidTr="005E6E85">
        <w:tc>
          <w:tcPr>
            <w:tcW w:w="1701" w:type="dxa"/>
          </w:tcPr>
          <w:p w14:paraId="27B0A7FD" w14:textId="77777777" w:rsidR="005069B1" w:rsidRPr="005069B1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F295A12" w14:textId="77777777" w:rsidR="005069B1" w:rsidRPr="009C54AE" w:rsidRDefault="00C65227" w:rsidP="009649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>ozróżnia i potrafi scha</w:t>
            </w:r>
            <w:r w:rsidR="00964927">
              <w:rPr>
                <w:rFonts w:ascii="Corbel" w:hAnsi="Corbel"/>
                <w:b w:val="0"/>
                <w:smallCaps w:val="0"/>
                <w:szCs w:val="24"/>
              </w:rPr>
              <w:t xml:space="preserve">rakteryzować systemy państwowe 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>unitarny, regionalny, federalny - pod kątem funkcjon</w:t>
            </w:r>
            <w:r w:rsidR="00964927">
              <w:rPr>
                <w:rFonts w:ascii="Corbel" w:hAnsi="Corbel"/>
                <w:b w:val="0"/>
                <w:smallCaps w:val="0"/>
                <w:szCs w:val="24"/>
              </w:rPr>
              <w:t>owania samorządu terytorialnego.</w:t>
            </w:r>
          </w:p>
        </w:tc>
        <w:tc>
          <w:tcPr>
            <w:tcW w:w="1873" w:type="dxa"/>
          </w:tcPr>
          <w:p w14:paraId="3071311E" w14:textId="77777777" w:rsidR="005069B1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069B1" w:rsidRPr="009C54AE" w14:paraId="59F4EA8D" w14:textId="77777777" w:rsidTr="005E6E85">
        <w:tc>
          <w:tcPr>
            <w:tcW w:w="1701" w:type="dxa"/>
          </w:tcPr>
          <w:p w14:paraId="2A7BED63" w14:textId="77777777" w:rsidR="005069B1" w:rsidRPr="005069B1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4EC79B" w14:textId="77777777" w:rsidR="005069B1" w:rsidRPr="009C54AE" w:rsidRDefault="00C65227" w:rsidP="009649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Prezentuje umiejętnoś</w:t>
            </w:r>
            <w:r w:rsidR="004F2666">
              <w:rPr>
                <w:rFonts w:ascii="Corbel" w:hAnsi="Corbel"/>
                <w:b w:val="0"/>
                <w:smallCaps w:val="0"/>
                <w:szCs w:val="24"/>
              </w:rPr>
              <w:t>ć wykorzystania zdobytej wiedzy, p</w:t>
            </w:r>
            <w:r w:rsidR="00964927" w:rsidRPr="00964927">
              <w:rPr>
                <w:rFonts w:ascii="Corbel" w:hAnsi="Corbel"/>
                <w:b w:val="0"/>
                <w:smallCaps w:val="0"/>
                <w:szCs w:val="24"/>
              </w:rPr>
              <w:t>otrafi porównać krajowy system prawa lokalnego z wybranym systemem spośród omawianych państw europejskich</w:t>
            </w:r>
            <w:r w:rsidR="004F26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4C6614" w14:textId="77777777" w:rsidR="005069B1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069B1" w:rsidRPr="009C54AE" w14:paraId="44078BB7" w14:textId="77777777" w:rsidTr="005E6E85">
        <w:tc>
          <w:tcPr>
            <w:tcW w:w="1701" w:type="dxa"/>
          </w:tcPr>
          <w:p w14:paraId="23D70289" w14:textId="77777777" w:rsidR="005069B1" w:rsidRPr="005069B1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88F70C" w14:textId="77777777" w:rsidR="005069B1" w:rsidRPr="009C54AE" w:rsidRDefault="004F2666" w:rsidP="00D322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 xml:space="preserve">Podnosi i uzupełnia zdobytą wiedzę i umiejętności oraz dostrzega i rozwiązuje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podstawowe problemy związane z funkcjonowaniem samorządu terytorialnego oraz z</w:t>
            </w:r>
            <w:r w:rsidR="00D322E5" w:rsidRPr="00D322E5">
              <w:rPr>
                <w:rFonts w:ascii="Corbel" w:hAnsi="Corbel"/>
                <w:b w:val="0"/>
                <w:smallCaps w:val="0"/>
                <w:szCs w:val="24"/>
              </w:rPr>
              <w:t>na formy współdziałania jednostek samorządu terytorialnego w</w:t>
            </w:r>
            <w:r w:rsidR="00D322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2E5" w:rsidRPr="00D322E5">
              <w:rPr>
                <w:rFonts w:ascii="Corbel" w:hAnsi="Corbel"/>
                <w:b w:val="0"/>
                <w:smallCaps w:val="0"/>
                <w:szCs w:val="24"/>
              </w:rPr>
              <w:t>płaszczyź</w:t>
            </w:r>
            <w:r w:rsidR="00D322E5">
              <w:rPr>
                <w:rFonts w:ascii="Corbel" w:hAnsi="Corbel"/>
                <w:b w:val="0"/>
                <w:smallCaps w:val="0"/>
                <w:szCs w:val="24"/>
              </w:rPr>
              <w:t>nie międzynarodowej.</w:t>
            </w:r>
          </w:p>
        </w:tc>
        <w:tc>
          <w:tcPr>
            <w:tcW w:w="1873" w:type="dxa"/>
          </w:tcPr>
          <w:p w14:paraId="437A4074" w14:textId="77777777" w:rsidR="005069B1" w:rsidRPr="009C54AE" w:rsidRDefault="004F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7087C2B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4510FD" w14:textId="77777777" w:rsidR="001F1741" w:rsidRPr="009C54AE" w:rsidRDefault="001F17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A98A2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2260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9195C9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CC7F38" w14:textId="77777777" w:rsidTr="00923D7D">
        <w:tc>
          <w:tcPr>
            <w:tcW w:w="9639" w:type="dxa"/>
          </w:tcPr>
          <w:p w14:paraId="4D03046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CE6239" w14:textId="77777777" w:rsidTr="00923D7D">
        <w:tc>
          <w:tcPr>
            <w:tcW w:w="9639" w:type="dxa"/>
          </w:tcPr>
          <w:p w14:paraId="4B3949BB" w14:textId="77777777" w:rsidR="0085747A" w:rsidRPr="009C54AE" w:rsidRDefault="0010505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9B15FF" w14:textId="77777777" w:rsidR="001F1741" w:rsidRDefault="001F174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A7CA0D" w14:textId="77777777" w:rsidR="001F1741" w:rsidRPr="009C54AE" w:rsidRDefault="001F174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F3C9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C3A3C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241"/>
      </w:tblGrid>
      <w:tr w:rsidR="00B2109E" w:rsidRPr="009C54AE" w14:paraId="12F83A55" w14:textId="77777777" w:rsidTr="003F4D27">
        <w:tc>
          <w:tcPr>
            <w:tcW w:w="9746" w:type="dxa"/>
            <w:gridSpan w:val="2"/>
          </w:tcPr>
          <w:p w14:paraId="186FC57E" w14:textId="77777777" w:rsidR="00B2109E" w:rsidRPr="009C54AE" w:rsidRDefault="00B210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42E2" w:rsidRPr="009C54AE" w14:paraId="0D8BF132" w14:textId="77777777" w:rsidTr="00B2109E">
        <w:tc>
          <w:tcPr>
            <w:tcW w:w="8505" w:type="dxa"/>
          </w:tcPr>
          <w:p w14:paraId="57E29443" w14:textId="77777777" w:rsidR="004442E2" w:rsidRPr="00B2109E" w:rsidRDefault="00444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2E2">
              <w:rPr>
                <w:rFonts w:ascii="Corbel" w:hAnsi="Corbel"/>
                <w:sz w:val="24"/>
                <w:szCs w:val="24"/>
              </w:rPr>
              <w:t>Geneza i ewolucja samorządu terytorialnego</w:t>
            </w:r>
          </w:p>
        </w:tc>
        <w:tc>
          <w:tcPr>
            <w:tcW w:w="1241" w:type="dxa"/>
          </w:tcPr>
          <w:p w14:paraId="2A5EAFD3" w14:textId="77777777" w:rsidR="004442E2" w:rsidRDefault="00444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B2109E" w:rsidRPr="009C54AE" w14:paraId="5E1BEDE3" w14:textId="77777777" w:rsidTr="00B2109E">
        <w:tc>
          <w:tcPr>
            <w:tcW w:w="8505" w:type="dxa"/>
          </w:tcPr>
          <w:p w14:paraId="4CB0BFD7" w14:textId="77777777" w:rsidR="00B2109E" w:rsidRPr="009C54AE" w:rsidRDefault="00B210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09E">
              <w:rPr>
                <w:rFonts w:ascii="Corbel" w:hAnsi="Corbel"/>
                <w:sz w:val="24"/>
                <w:szCs w:val="24"/>
              </w:rPr>
              <w:t>Pojęcie i istota samorządu terytorialnego w Europie</w:t>
            </w:r>
          </w:p>
        </w:tc>
        <w:tc>
          <w:tcPr>
            <w:tcW w:w="1241" w:type="dxa"/>
          </w:tcPr>
          <w:p w14:paraId="33BC692F" w14:textId="77777777" w:rsidR="00B2109E" w:rsidRPr="009C54AE" w:rsidRDefault="00B210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B2109E" w:rsidRPr="009C54AE" w14:paraId="66D91169" w14:textId="77777777" w:rsidTr="00B2109E">
        <w:tc>
          <w:tcPr>
            <w:tcW w:w="8505" w:type="dxa"/>
          </w:tcPr>
          <w:p w14:paraId="7082180B" w14:textId="77777777" w:rsidR="00B2109E" w:rsidRPr="009C54AE" w:rsidRDefault="00C63D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DEB">
              <w:rPr>
                <w:rFonts w:ascii="Corbel" w:hAnsi="Corbel"/>
                <w:sz w:val="24"/>
                <w:szCs w:val="24"/>
              </w:rPr>
              <w:t>Po</w:t>
            </w:r>
            <w:r>
              <w:rPr>
                <w:rFonts w:ascii="Corbel" w:hAnsi="Corbel"/>
                <w:sz w:val="24"/>
                <w:szCs w:val="24"/>
              </w:rPr>
              <w:t>dział państw europejskich</w:t>
            </w:r>
            <w:r w:rsidRPr="00C63DEB">
              <w:rPr>
                <w:rFonts w:ascii="Corbel" w:hAnsi="Corbel"/>
                <w:sz w:val="24"/>
                <w:szCs w:val="24"/>
              </w:rPr>
              <w:t xml:space="preserve"> ze względu</w:t>
            </w:r>
            <w:r>
              <w:rPr>
                <w:rFonts w:ascii="Corbel" w:hAnsi="Corbel"/>
                <w:sz w:val="24"/>
                <w:szCs w:val="24"/>
              </w:rPr>
              <w:t xml:space="preserve"> na stopień ich decentralizacji</w:t>
            </w:r>
          </w:p>
        </w:tc>
        <w:tc>
          <w:tcPr>
            <w:tcW w:w="1241" w:type="dxa"/>
          </w:tcPr>
          <w:p w14:paraId="49E1647E" w14:textId="77777777" w:rsidR="00B2109E" w:rsidRPr="009C54AE" w:rsidRDefault="00C63D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E13A68" w:rsidRPr="009C54AE" w14:paraId="762BB688" w14:textId="77777777" w:rsidTr="00B2109E">
        <w:tc>
          <w:tcPr>
            <w:tcW w:w="8505" w:type="dxa"/>
          </w:tcPr>
          <w:p w14:paraId="307DC89B" w14:textId="77777777" w:rsidR="00E13A68" w:rsidRPr="00C63DEB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unitarnych</w:t>
            </w:r>
          </w:p>
        </w:tc>
        <w:tc>
          <w:tcPr>
            <w:tcW w:w="1241" w:type="dxa"/>
          </w:tcPr>
          <w:p w14:paraId="6485A584" w14:textId="77777777" w:rsid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E13A68" w:rsidRPr="009C54AE" w14:paraId="563B0227" w14:textId="77777777" w:rsidTr="00B2109E">
        <w:tc>
          <w:tcPr>
            <w:tcW w:w="8505" w:type="dxa"/>
          </w:tcPr>
          <w:p w14:paraId="060669BC" w14:textId="77777777" w:rsidR="00E13A68" w:rsidRP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regionalnych</w:t>
            </w:r>
          </w:p>
        </w:tc>
        <w:tc>
          <w:tcPr>
            <w:tcW w:w="1241" w:type="dxa"/>
          </w:tcPr>
          <w:p w14:paraId="3F12FB2F" w14:textId="77777777" w:rsid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E13A68" w:rsidRPr="009C54AE" w14:paraId="011B2F1E" w14:textId="77777777" w:rsidTr="00B2109E">
        <w:tc>
          <w:tcPr>
            <w:tcW w:w="8505" w:type="dxa"/>
          </w:tcPr>
          <w:p w14:paraId="30CE8855" w14:textId="77777777" w:rsidR="00E13A68" w:rsidRP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federalnych</w:t>
            </w:r>
          </w:p>
        </w:tc>
        <w:tc>
          <w:tcPr>
            <w:tcW w:w="1241" w:type="dxa"/>
          </w:tcPr>
          <w:p w14:paraId="7E50E982" w14:textId="77777777" w:rsid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B2109E" w:rsidRPr="009C54AE" w14:paraId="6468AAE2" w14:textId="77777777" w:rsidTr="00B2109E">
        <w:tc>
          <w:tcPr>
            <w:tcW w:w="8505" w:type="dxa"/>
          </w:tcPr>
          <w:p w14:paraId="0AEB545D" w14:textId="77777777" w:rsidR="00B2109E" w:rsidRPr="009C54AE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Gminy , powiaty i w</w:t>
            </w:r>
            <w:r w:rsidRPr="004442E2">
              <w:rPr>
                <w:rFonts w:ascii="Corbel" w:hAnsi="Corbel"/>
                <w:sz w:val="24"/>
                <w:szCs w:val="24"/>
              </w:rPr>
              <w:t xml:space="preserve">ojewództwa na </w:t>
            </w:r>
            <w:r>
              <w:rPr>
                <w:rFonts w:ascii="Corbel" w:hAnsi="Corbel"/>
                <w:sz w:val="24"/>
                <w:szCs w:val="24"/>
              </w:rPr>
              <w:t>tle ich odpowiedników w Europie</w:t>
            </w:r>
          </w:p>
        </w:tc>
        <w:tc>
          <w:tcPr>
            <w:tcW w:w="1241" w:type="dxa"/>
          </w:tcPr>
          <w:p w14:paraId="01102BB0" w14:textId="77777777" w:rsidR="00B2109E" w:rsidRPr="009C54AE" w:rsidRDefault="00C63D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4442E2" w:rsidRPr="009C54AE" w14:paraId="133D4772" w14:textId="77777777" w:rsidTr="00B2109E">
        <w:tc>
          <w:tcPr>
            <w:tcW w:w="8505" w:type="dxa"/>
          </w:tcPr>
          <w:p w14:paraId="1E707B2E" w14:textId="77777777" w:rsidR="004442E2" w:rsidRDefault="00E13A68" w:rsidP="00444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Współpraca międzynarodowa samorządów terytorialnych</w:t>
            </w:r>
            <w:r w:rsidR="005428BB">
              <w:rPr>
                <w:rFonts w:ascii="Corbel" w:hAnsi="Corbel"/>
                <w:sz w:val="24"/>
                <w:szCs w:val="24"/>
              </w:rPr>
              <w:t xml:space="preserve">  - geneza i </w:t>
            </w:r>
            <w:r w:rsidR="005428BB" w:rsidRPr="005428BB">
              <w:rPr>
                <w:rFonts w:ascii="Corbel" w:hAnsi="Corbel"/>
                <w:sz w:val="24"/>
                <w:szCs w:val="24"/>
              </w:rPr>
              <w:t>kształt współczesny</w:t>
            </w:r>
          </w:p>
        </w:tc>
        <w:tc>
          <w:tcPr>
            <w:tcW w:w="1241" w:type="dxa"/>
          </w:tcPr>
          <w:p w14:paraId="5C325D97" w14:textId="77777777" w:rsidR="004442E2" w:rsidRDefault="005428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5428BB" w:rsidRPr="009C54AE" w14:paraId="5BE04837" w14:textId="77777777" w:rsidTr="00B2109E">
        <w:tc>
          <w:tcPr>
            <w:tcW w:w="8505" w:type="dxa"/>
          </w:tcPr>
          <w:p w14:paraId="30EA8EDF" w14:textId="77777777" w:rsidR="005428BB" w:rsidRPr="00E13A68" w:rsidRDefault="005428BB" w:rsidP="00444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Ogólnoeuropejskie instytucje samorządów terytorialnych</w:t>
            </w:r>
          </w:p>
        </w:tc>
        <w:tc>
          <w:tcPr>
            <w:tcW w:w="1241" w:type="dxa"/>
          </w:tcPr>
          <w:p w14:paraId="3177CC2A" w14:textId="77777777" w:rsidR="005428BB" w:rsidRPr="005428BB" w:rsidRDefault="005428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5428BB" w:rsidRPr="009C54AE" w14:paraId="6156CC59" w14:textId="77777777" w:rsidTr="00B2109E">
        <w:tc>
          <w:tcPr>
            <w:tcW w:w="8505" w:type="dxa"/>
          </w:tcPr>
          <w:p w14:paraId="463F4178" w14:textId="77777777" w:rsidR="005428BB" w:rsidRPr="00E13A68" w:rsidRDefault="005428BB" w:rsidP="00444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Miejsce i rola samorządu terytorialnego w instytucjach Unii</w:t>
            </w:r>
            <w:r>
              <w:rPr>
                <w:rFonts w:ascii="Corbel" w:hAnsi="Corbel"/>
                <w:sz w:val="24"/>
                <w:szCs w:val="24"/>
              </w:rPr>
              <w:t xml:space="preserve"> Europejskiej</w:t>
            </w:r>
          </w:p>
        </w:tc>
        <w:tc>
          <w:tcPr>
            <w:tcW w:w="1241" w:type="dxa"/>
          </w:tcPr>
          <w:p w14:paraId="03BF6A1F" w14:textId="77777777" w:rsidR="005428BB" w:rsidRDefault="005428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</w:tbl>
    <w:p w14:paraId="59EA6F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76944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4E02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D6726" w14:textId="77777777" w:rsidR="00964927" w:rsidRPr="009C54AE" w:rsidRDefault="0096492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B13F1" w14:textId="77777777" w:rsidR="00964927" w:rsidRPr="00964927" w:rsidRDefault="00964927" w:rsidP="0096492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r w:rsidRPr="00964927">
        <w:rPr>
          <w:rFonts w:ascii="Corbel" w:hAnsi="Corbel" w:cs="Corbel"/>
          <w:b w:val="0"/>
          <w:smallCaps w:val="0"/>
          <w:szCs w:val="24"/>
        </w:rPr>
        <w:t>Analiza tekstów aktów prawnych z dyskusją, praca w grupach, rozwiązywanie kazusów, dyskusja.</w:t>
      </w:r>
    </w:p>
    <w:p w14:paraId="2FA8D733" w14:textId="77777777" w:rsidR="00964927" w:rsidRPr="00964927" w:rsidRDefault="00964927" w:rsidP="009649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480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47E2" w14:textId="77777777" w:rsidR="001F1741" w:rsidRDefault="001F17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05A029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DE36DC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EB7A66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BC38B27" w14:textId="77777777" w:rsidR="00964927" w:rsidRPr="009C54AE" w:rsidRDefault="0096492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964927" w:rsidRPr="00477ADD" w14:paraId="1135DA60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E0074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43F33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</w:t>
            </w:r>
          </w:p>
          <w:p w14:paraId="2C99784C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BD53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273D817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477AD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77AD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964927" w:rsidRPr="00477ADD" w14:paraId="48629EBE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75D8E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CF1C4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3DC99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0D310C08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AB9B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3FEDA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4A4BF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6BE4FB25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73DD0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232B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CA7D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12F57CEC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39D32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27097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1A23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17F35158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612CB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BE444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0DB8C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5B179B6E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5B62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2A435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2446B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</w:tbl>
    <w:p w14:paraId="33B2AD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C4EE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B19EF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F8E9387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BBE9A99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3DE9C0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43D427E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D2CAA27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5884D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11C4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21F2E3" w14:textId="77777777" w:rsidTr="00AE3D35">
        <w:trPr>
          <w:trHeight w:val="3951"/>
        </w:trPr>
        <w:tc>
          <w:tcPr>
            <w:tcW w:w="9670" w:type="dxa"/>
          </w:tcPr>
          <w:p w14:paraId="19BA80A5" w14:textId="77777777" w:rsid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22E6076B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6DB766AA" w14:textId="77777777" w:rsid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DO ĆWICZEŃ STOSUJE SIĘ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FEA7CF2" w14:textId="77777777" w:rsid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51C82D0D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7751D19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2EA0599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56E59D4A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D01080" w14:textId="77777777" w:rsidR="00AE3D35" w:rsidRPr="009C54AE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  <w:p w14:paraId="6615D8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6FE1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85DE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774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2CCC4F" w14:textId="77777777" w:rsidTr="003E1941">
        <w:tc>
          <w:tcPr>
            <w:tcW w:w="4962" w:type="dxa"/>
            <w:vAlign w:val="center"/>
          </w:tcPr>
          <w:p w14:paraId="65C9EA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D19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3B6648" w14:textId="77777777" w:rsidTr="00923D7D">
        <w:tc>
          <w:tcPr>
            <w:tcW w:w="4962" w:type="dxa"/>
          </w:tcPr>
          <w:p w14:paraId="18A6EC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CD04BB" w14:textId="77777777" w:rsidR="006B6780" w:rsidRPr="009C54AE" w:rsidRDefault="00105056" w:rsidP="006B6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61DC5" w:rsidRPr="009C54AE" w14:paraId="3268297D" w14:textId="77777777" w:rsidTr="00923D7D">
        <w:tc>
          <w:tcPr>
            <w:tcW w:w="4962" w:type="dxa"/>
          </w:tcPr>
          <w:p w14:paraId="0BCFA4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ECAC5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9BF08E" w14:textId="77777777" w:rsidR="00C61DC5" w:rsidRPr="009C54AE" w:rsidRDefault="001050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14:paraId="0F813C04" w14:textId="77777777" w:rsidTr="00923D7D">
        <w:tc>
          <w:tcPr>
            <w:tcW w:w="4962" w:type="dxa"/>
          </w:tcPr>
          <w:p w14:paraId="610C793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927C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C7FEA8" w14:textId="77777777" w:rsidR="00C61DC5" w:rsidRPr="009C54AE" w:rsidRDefault="00AA70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85747A" w:rsidRPr="009C54AE" w14:paraId="117C7656" w14:textId="77777777" w:rsidTr="00923D7D">
        <w:tc>
          <w:tcPr>
            <w:tcW w:w="4962" w:type="dxa"/>
          </w:tcPr>
          <w:p w14:paraId="6BE815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987991" w14:textId="77777777" w:rsidR="0085747A" w:rsidRPr="009C54AE" w:rsidRDefault="00AA70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 godz.</w:t>
            </w:r>
          </w:p>
        </w:tc>
      </w:tr>
      <w:tr w:rsidR="0085747A" w:rsidRPr="009C54AE" w14:paraId="3486D759" w14:textId="77777777" w:rsidTr="00923D7D">
        <w:tc>
          <w:tcPr>
            <w:tcW w:w="4962" w:type="dxa"/>
          </w:tcPr>
          <w:p w14:paraId="6ED47FB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351581" w14:textId="77777777" w:rsidR="0085747A" w:rsidRPr="009C54AE" w:rsidRDefault="00AA70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0030D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FB6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DE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8B1C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56A954" w14:textId="77777777" w:rsidTr="0071620A">
        <w:trPr>
          <w:trHeight w:val="397"/>
        </w:trPr>
        <w:tc>
          <w:tcPr>
            <w:tcW w:w="3544" w:type="dxa"/>
          </w:tcPr>
          <w:p w14:paraId="37C917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882094" w14:textId="77777777" w:rsidR="0085747A" w:rsidRPr="009C54AE" w:rsidRDefault="00AE3D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C6BCE4A" w14:textId="77777777" w:rsidTr="0071620A">
        <w:trPr>
          <w:trHeight w:val="397"/>
        </w:trPr>
        <w:tc>
          <w:tcPr>
            <w:tcW w:w="3544" w:type="dxa"/>
          </w:tcPr>
          <w:p w14:paraId="6CAAD4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94180E" w14:textId="77777777" w:rsidR="0085747A" w:rsidRPr="009C54AE" w:rsidRDefault="00AE3D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ED5DA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37D64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224E3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528930E" w14:textId="77777777" w:rsidTr="0071620A">
        <w:trPr>
          <w:trHeight w:val="397"/>
        </w:trPr>
        <w:tc>
          <w:tcPr>
            <w:tcW w:w="7513" w:type="dxa"/>
          </w:tcPr>
          <w:p w14:paraId="3C400599" w14:textId="77777777" w:rsidR="005428BB" w:rsidRDefault="0085747A" w:rsidP="00542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428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F238190" w14:textId="77777777" w:rsidR="00964927" w:rsidRDefault="00964927" w:rsidP="0096492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927">
              <w:rPr>
                <w:rFonts w:ascii="Corbel" w:hAnsi="Corbel"/>
                <w:b w:val="0"/>
                <w:smallCaps w:val="0"/>
                <w:szCs w:val="24"/>
              </w:rPr>
              <w:t>B. Dolnicki , Samorząd terytorialny, Wolters Kluwer 2012;</w:t>
            </w:r>
          </w:p>
          <w:p w14:paraId="102E805B" w14:textId="77777777" w:rsidR="005428BB" w:rsidRDefault="005428BB" w:rsidP="005428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 Izdebski, Samorząd terytorialny. Podstawy ustroju i działalności, Warszawa 2011</w:t>
            </w:r>
          </w:p>
          <w:p w14:paraId="62FECD17" w14:textId="77777777" w:rsidR="005428BB" w:rsidRDefault="005428BB" w:rsidP="005428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Wojnicki, Samorządy lokalne w Polsce i w Europie, Pułtusk 2008</w:t>
            </w:r>
          </w:p>
          <w:p w14:paraId="640EE7BC" w14:textId="77777777" w:rsidR="005428BB" w:rsidRPr="00964927" w:rsidRDefault="005428BB" w:rsidP="005428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 Ura, Prawo administracyjne, Wyd. 4 Wydawnictwo Wolters Kluwer, Warszawa 2021</w:t>
            </w:r>
          </w:p>
          <w:p w14:paraId="2ADD0538" w14:textId="77777777" w:rsidR="00964927" w:rsidRDefault="00964927" w:rsidP="0096492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927">
              <w:rPr>
                <w:rFonts w:ascii="Corbel" w:hAnsi="Corbel"/>
                <w:b w:val="0"/>
                <w:smallCaps w:val="0"/>
                <w:szCs w:val="24"/>
              </w:rPr>
              <w:t xml:space="preserve">K. Nowacki, R. </w:t>
            </w:r>
            <w:proofErr w:type="spellStart"/>
            <w:r w:rsidRPr="00964927">
              <w:rPr>
                <w:rFonts w:ascii="Corbel" w:hAnsi="Corbel"/>
                <w:b w:val="0"/>
                <w:smallCaps w:val="0"/>
                <w:szCs w:val="24"/>
              </w:rPr>
              <w:t>Russano</w:t>
            </w:r>
            <w:proofErr w:type="spellEnd"/>
            <w:r w:rsidRPr="00964927">
              <w:rPr>
                <w:rFonts w:ascii="Corbel" w:hAnsi="Corbel"/>
                <w:b w:val="0"/>
                <w:smallCaps w:val="0"/>
                <w:szCs w:val="24"/>
              </w:rPr>
              <w:t xml:space="preserve"> (red.), Prawne problemy regionalizacji w Europie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Kolonia Limited, Wrocław 2008</w:t>
            </w:r>
          </w:p>
          <w:p w14:paraId="7C1DFAB9" w14:textId="77777777" w:rsidR="00964927" w:rsidRPr="005428BB" w:rsidRDefault="00964927" w:rsidP="0096492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927">
              <w:rPr>
                <w:rFonts w:ascii="Corbel" w:hAnsi="Corbel"/>
                <w:b w:val="0"/>
                <w:smallCaps w:val="0"/>
                <w:szCs w:val="24"/>
              </w:rPr>
              <w:t xml:space="preserve">J. Jeżewski (red.), Samorząd terytorialny i administracja w wybranych krajach. Gmina w państwach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Europy Zachodniej, Wrocław 1999</w:t>
            </w:r>
          </w:p>
        </w:tc>
      </w:tr>
      <w:tr w:rsidR="0085747A" w:rsidRPr="009C54AE" w14:paraId="67877E55" w14:textId="77777777" w:rsidTr="0071620A">
        <w:trPr>
          <w:trHeight w:val="397"/>
        </w:trPr>
        <w:tc>
          <w:tcPr>
            <w:tcW w:w="7513" w:type="dxa"/>
          </w:tcPr>
          <w:p w14:paraId="209E3F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1FE9808" w14:textId="77777777" w:rsidR="00DA2FE3" w:rsidRDefault="00DA2FE3" w:rsidP="00DA2FE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2F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Samorząd terytorialny w Europie Zachodniej, red. L. Rajca, Warszawa 2010</w:t>
            </w:r>
          </w:p>
          <w:p w14:paraId="4F1B5B39" w14:textId="77777777" w:rsidR="00DA2FE3" w:rsidRPr="00DA2FE3" w:rsidRDefault="001C1069" w:rsidP="001C106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Pietrzyk, polityka regionalna Unii Europejskiej i regiony w państwach członkowskich , Warszawa 2006</w:t>
            </w:r>
          </w:p>
        </w:tc>
      </w:tr>
    </w:tbl>
    <w:p w14:paraId="540680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C32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8FA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A6805" w14:textId="77777777" w:rsidR="00C050D7" w:rsidRDefault="00C050D7" w:rsidP="00C16ABF">
      <w:pPr>
        <w:spacing w:after="0" w:line="240" w:lineRule="auto"/>
      </w:pPr>
      <w:r>
        <w:separator/>
      </w:r>
    </w:p>
  </w:endnote>
  <w:endnote w:type="continuationSeparator" w:id="0">
    <w:p w14:paraId="10F2BE7B" w14:textId="77777777" w:rsidR="00C050D7" w:rsidRDefault="00C050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18FB3" w14:textId="77777777" w:rsidR="00C050D7" w:rsidRDefault="00C050D7" w:rsidP="00C16ABF">
      <w:pPr>
        <w:spacing w:after="0" w:line="240" w:lineRule="auto"/>
      </w:pPr>
      <w:r>
        <w:separator/>
      </w:r>
    </w:p>
  </w:footnote>
  <w:footnote w:type="continuationSeparator" w:id="0">
    <w:p w14:paraId="5DB743FF" w14:textId="77777777" w:rsidR="00C050D7" w:rsidRDefault="00C050D7" w:rsidP="00C16ABF">
      <w:pPr>
        <w:spacing w:after="0" w:line="240" w:lineRule="auto"/>
      </w:pPr>
      <w:r>
        <w:continuationSeparator/>
      </w:r>
    </w:p>
  </w:footnote>
  <w:footnote w:id="1">
    <w:p w14:paraId="74F1496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741B"/>
    <w:multiLevelType w:val="hybridMultilevel"/>
    <w:tmpl w:val="B8CC2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22301"/>
    <w:multiLevelType w:val="hybridMultilevel"/>
    <w:tmpl w:val="70BA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4C5D28"/>
    <w:multiLevelType w:val="hybridMultilevel"/>
    <w:tmpl w:val="190EB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038662">
    <w:abstractNumId w:val="2"/>
  </w:num>
  <w:num w:numId="2" w16cid:durableId="182281539">
    <w:abstractNumId w:val="3"/>
  </w:num>
  <w:num w:numId="3" w16cid:durableId="273680205">
    <w:abstractNumId w:val="1"/>
  </w:num>
  <w:num w:numId="4" w16cid:durableId="1894921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05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069"/>
    <w:rsid w:val="001D657B"/>
    <w:rsid w:val="001D7B54"/>
    <w:rsid w:val="001E0209"/>
    <w:rsid w:val="001F174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5C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2E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8B2"/>
    <w:rsid w:val="004D5282"/>
    <w:rsid w:val="004F1551"/>
    <w:rsid w:val="004F2666"/>
    <w:rsid w:val="004F55A3"/>
    <w:rsid w:val="0050496F"/>
    <w:rsid w:val="005069B1"/>
    <w:rsid w:val="00513B6F"/>
    <w:rsid w:val="00517C63"/>
    <w:rsid w:val="005363C4"/>
    <w:rsid w:val="00536BDE"/>
    <w:rsid w:val="005428BB"/>
    <w:rsid w:val="00543ACC"/>
    <w:rsid w:val="0056696D"/>
    <w:rsid w:val="005833E4"/>
    <w:rsid w:val="0059484D"/>
    <w:rsid w:val="005A0855"/>
    <w:rsid w:val="005A133C"/>
    <w:rsid w:val="005A3196"/>
    <w:rsid w:val="005A44B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780"/>
    <w:rsid w:val="006D050F"/>
    <w:rsid w:val="006D6139"/>
    <w:rsid w:val="006D713F"/>
    <w:rsid w:val="006E5D65"/>
    <w:rsid w:val="006E6C1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460"/>
    <w:rsid w:val="00745302"/>
    <w:rsid w:val="007461D6"/>
    <w:rsid w:val="00746EC8"/>
    <w:rsid w:val="00763BF1"/>
    <w:rsid w:val="00766FD4"/>
    <w:rsid w:val="0078168C"/>
    <w:rsid w:val="00786525"/>
    <w:rsid w:val="00787C2A"/>
    <w:rsid w:val="00790E27"/>
    <w:rsid w:val="007A4022"/>
    <w:rsid w:val="007A6E6E"/>
    <w:rsid w:val="007C3299"/>
    <w:rsid w:val="007C3BCC"/>
    <w:rsid w:val="007C4546"/>
    <w:rsid w:val="007D6E56"/>
    <w:rsid w:val="007F0085"/>
    <w:rsid w:val="007F4155"/>
    <w:rsid w:val="0081554D"/>
    <w:rsid w:val="0081707E"/>
    <w:rsid w:val="0083629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935"/>
    <w:rsid w:val="008E64F4"/>
    <w:rsid w:val="008F12C9"/>
    <w:rsid w:val="008F6E29"/>
    <w:rsid w:val="00913419"/>
    <w:rsid w:val="00916188"/>
    <w:rsid w:val="00923D7D"/>
    <w:rsid w:val="0094116F"/>
    <w:rsid w:val="009508DF"/>
    <w:rsid w:val="00950DAC"/>
    <w:rsid w:val="00954A07"/>
    <w:rsid w:val="0096492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BE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02E"/>
    <w:rsid w:val="00AB053C"/>
    <w:rsid w:val="00AD1146"/>
    <w:rsid w:val="00AD27D3"/>
    <w:rsid w:val="00AD66D6"/>
    <w:rsid w:val="00AE1160"/>
    <w:rsid w:val="00AE203C"/>
    <w:rsid w:val="00AE2E74"/>
    <w:rsid w:val="00AE3D35"/>
    <w:rsid w:val="00AE5FCB"/>
    <w:rsid w:val="00AF2C1E"/>
    <w:rsid w:val="00B06142"/>
    <w:rsid w:val="00B135B1"/>
    <w:rsid w:val="00B20E22"/>
    <w:rsid w:val="00B210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82F"/>
    <w:rsid w:val="00BD3869"/>
    <w:rsid w:val="00BD66E9"/>
    <w:rsid w:val="00BD6FF4"/>
    <w:rsid w:val="00BE2C41"/>
    <w:rsid w:val="00BF2C41"/>
    <w:rsid w:val="00C050D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3A5"/>
    <w:rsid w:val="00C63DEB"/>
    <w:rsid w:val="00C65227"/>
    <w:rsid w:val="00C67E92"/>
    <w:rsid w:val="00C70A26"/>
    <w:rsid w:val="00C766DF"/>
    <w:rsid w:val="00C94B98"/>
    <w:rsid w:val="00CA2B96"/>
    <w:rsid w:val="00CA5089"/>
    <w:rsid w:val="00CA56E5"/>
    <w:rsid w:val="00CD6897"/>
    <w:rsid w:val="00CE5205"/>
    <w:rsid w:val="00CE5BAC"/>
    <w:rsid w:val="00CF25BE"/>
    <w:rsid w:val="00CF78ED"/>
    <w:rsid w:val="00D02B25"/>
    <w:rsid w:val="00D02EBA"/>
    <w:rsid w:val="00D17C3C"/>
    <w:rsid w:val="00D26B2C"/>
    <w:rsid w:val="00D322E5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FE3"/>
    <w:rsid w:val="00DE09C0"/>
    <w:rsid w:val="00DE4A14"/>
    <w:rsid w:val="00DF320D"/>
    <w:rsid w:val="00DF71C8"/>
    <w:rsid w:val="00E129B8"/>
    <w:rsid w:val="00E13A68"/>
    <w:rsid w:val="00E21E7D"/>
    <w:rsid w:val="00E22FBC"/>
    <w:rsid w:val="00E24BF5"/>
    <w:rsid w:val="00E25338"/>
    <w:rsid w:val="00E51E44"/>
    <w:rsid w:val="00E63348"/>
    <w:rsid w:val="00E6754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B9"/>
    <w:rsid w:val="00EE7E6C"/>
    <w:rsid w:val="00F070AB"/>
    <w:rsid w:val="00F1011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5F23"/>
  <w15:docId w15:val="{0BF25410-BB7A-4D53-803A-93FDE27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1C1069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10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1069"/>
    <w:rPr>
      <w:rFonts w:ascii="Calibri" w:hAnsi="Calibri"/>
      <w:lang w:eastAsia="en-US"/>
    </w:rPr>
  </w:style>
  <w:style w:type="paragraph" w:customStyle="1" w:styleId="Indeks">
    <w:name w:val="Indeks"/>
    <w:basedOn w:val="Normalny"/>
    <w:qFormat/>
    <w:rsid w:val="00964927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9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15BAB-EB18-48D1-8C6C-3CBF54A9D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2021-12-11T17:07:00Z</dcterms:created>
  <dcterms:modified xsi:type="dcterms:W3CDTF">2022-09-16T08:28:00Z</dcterms:modified>
</cp:coreProperties>
</file>